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5C959FC1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E7038">
        <w:rPr>
          <w:rFonts w:ascii="Corbel" w:hAnsi="Corbel"/>
          <w:i/>
          <w:smallCaps/>
          <w:sz w:val="24"/>
          <w:szCs w:val="24"/>
        </w:rPr>
        <w:t>2019-2022</w:t>
      </w:r>
    </w:p>
    <w:p w14:paraId="3E97E71F" w14:textId="5686659E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 w:rsidR="006E7038">
        <w:rPr>
          <w:rFonts w:ascii="Corbel" w:hAnsi="Corbel"/>
          <w:sz w:val="20"/>
          <w:szCs w:val="20"/>
        </w:rPr>
        <w:t>0</w:t>
      </w:r>
      <w:r w:rsidRPr="00C50DF5">
        <w:rPr>
          <w:rFonts w:ascii="Corbel" w:hAnsi="Corbel"/>
          <w:sz w:val="20"/>
          <w:szCs w:val="20"/>
        </w:rPr>
        <w:t>/202</w:t>
      </w:r>
      <w:r w:rsidR="006E7038">
        <w:rPr>
          <w:rFonts w:ascii="Corbel" w:hAnsi="Corbel"/>
          <w:sz w:val="20"/>
          <w:szCs w:val="20"/>
        </w:rPr>
        <w:t>1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E/I/EiZSP/C.4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210F748A" w:rsidR="00626E86" w:rsidRPr="00A15CD9" w:rsidRDefault="00A15CD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CD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5CCBCD9A" w:rsidR="00015B8F" w:rsidRPr="009C54AE" w:rsidRDefault="00A15C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118C6127" w:rsidR="00015B8F" w:rsidRPr="009C54AE" w:rsidRDefault="00A15C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4D60EC4C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 xml:space="preserve">zajęcia w formie tradycyjnej 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6E7038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70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3F40678B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05D9BD8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108DFDC0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658A8A4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7CC9A413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EE1884F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3852F9A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759F8589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532F3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1E3E1BC9" w:rsidR="007327C2" w:rsidRDefault="00A15CD9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52F7775E" w:rsidR="007327C2" w:rsidRDefault="00761DC5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23D603FE" w:rsidR="007327C2" w:rsidRDefault="00761DC5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DCEAC" w14:textId="77777777" w:rsidR="00325ED9" w:rsidRDefault="00325ED9" w:rsidP="00C16ABF">
      <w:pPr>
        <w:spacing w:after="0" w:line="240" w:lineRule="auto"/>
      </w:pPr>
      <w:r>
        <w:separator/>
      </w:r>
    </w:p>
  </w:endnote>
  <w:endnote w:type="continuationSeparator" w:id="0">
    <w:p w14:paraId="532DC48D" w14:textId="77777777" w:rsidR="00325ED9" w:rsidRDefault="00325E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AA510" w14:textId="77777777" w:rsidR="00325ED9" w:rsidRDefault="00325ED9" w:rsidP="00C16ABF">
      <w:pPr>
        <w:spacing w:after="0" w:line="240" w:lineRule="auto"/>
      </w:pPr>
      <w:r>
        <w:separator/>
      </w:r>
    </w:p>
  </w:footnote>
  <w:footnote w:type="continuationSeparator" w:id="0">
    <w:p w14:paraId="55D5E0D7" w14:textId="77777777" w:rsidR="00325ED9" w:rsidRDefault="00325ED9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8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25ED9"/>
    <w:rsid w:val="003343CF"/>
    <w:rsid w:val="00346FE9"/>
    <w:rsid w:val="0034759A"/>
    <w:rsid w:val="003503F6"/>
    <w:rsid w:val="003530DD"/>
    <w:rsid w:val="00363F78"/>
    <w:rsid w:val="0039611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2F3A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E70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1DC5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15CD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141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F6C66-5E71-494F-9D46-A4E665A11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733389-17A7-46EC-8602-DC9EBDC139D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873b851-8c95-4849-940f-b0fae918cf6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2020-11-08T22:26:00Z</dcterms:created>
  <dcterms:modified xsi:type="dcterms:W3CDTF">2021-02-12T15:56:00Z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